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420C5" w14:paraId="5719A3AC" w14:textId="77777777" w:rsidTr="00050DA7">
        <w:tc>
          <w:tcPr>
            <w:tcW w:w="4428" w:type="dxa"/>
          </w:tcPr>
          <w:p w14:paraId="7600331C" w14:textId="77777777" w:rsidR="000348ED" w:rsidRPr="00D420C5" w:rsidRDefault="005D05AC" w:rsidP="005A73B9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D420C5">
              <w:rPr>
                <w:rFonts w:asciiTheme="minorHAnsi" w:hAnsiTheme="minorHAnsi"/>
              </w:rPr>
              <w:t>From:</w:t>
            </w:r>
            <w:r w:rsidRPr="00D420C5">
              <w:rPr>
                <w:rFonts w:asciiTheme="minorHAnsi" w:hAnsiTheme="minorHAnsi"/>
              </w:rPr>
              <w:tab/>
            </w:r>
            <w:r w:rsidR="005A73B9" w:rsidRPr="00D420C5">
              <w:rPr>
                <w:rFonts w:asciiTheme="minorHAnsi" w:hAnsiTheme="minorHAnsi"/>
              </w:rPr>
              <w:t>VTS</w:t>
            </w:r>
            <w:r w:rsidR="00CA04AF" w:rsidRPr="00D420C5">
              <w:rPr>
                <w:rFonts w:asciiTheme="minorHAnsi" w:hAnsiTheme="minorHAnsi"/>
              </w:rPr>
              <w:t xml:space="preserve"> </w:t>
            </w:r>
            <w:r w:rsidRPr="00D420C5">
              <w:rPr>
                <w:rFonts w:asciiTheme="minorHAnsi" w:hAnsiTheme="minorHAnsi"/>
              </w:rPr>
              <w:t>C</w:t>
            </w:r>
            <w:r w:rsidR="00050DA7" w:rsidRPr="00D420C5">
              <w:rPr>
                <w:rFonts w:asciiTheme="minorHAnsi" w:hAnsiTheme="minorHAnsi"/>
              </w:rPr>
              <w:t>ommittee</w:t>
            </w:r>
          </w:p>
        </w:tc>
        <w:tc>
          <w:tcPr>
            <w:tcW w:w="5461" w:type="dxa"/>
          </w:tcPr>
          <w:p w14:paraId="00B5BCD3" w14:textId="2DCFF23F" w:rsidR="000348ED" w:rsidRPr="00D420C5" w:rsidRDefault="00EE1D5F" w:rsidP="00DD1D8A">
            <w:pPr>
              <w:jc w:val="right"/>
              <w:rPr>
                <w:rFonts w:asciiTheme="minorHAnsi" w:hAnsiTheme="minorHAnsi"/>
              </w:rPr>
            </w:pPr>
            <w:r w:rsidRPr="00D420C5">
              <w:rPr>
                <w:rFonts w:asciiTheme="minorHAnsi" w:hAnsiTheme="minorHAnsi"/>
              </w:rPr>
              <w:t>VTS41</w:t>
            </w:r>
            <w:r w:rsidR="00DD1D8A" w:rsidRPr="00D420C5">
              <w:rPr>
                <w:rFonts w:asciiTheme="minorHAnsi" w:hAnsiTheme="minorHAnsi"/>
              </w:rPr>
              <w:t>-12.1.12</w:t>
            </w:r>
          </w:p>
        </w:tc>
      </w:tr>
      <w:tr w:rsidR="000348ED" w:rsidRPr="00D420C5" w14:paraId="64311576" w14:textId="77777777" w:rsidTr="00050DA7">
        <w:tc>
          <w:tcPr>
            <w:tcW w:w="4428" w:type="dxa"/>
          </w:tcPr>
          <w:p w14:paraId="0DA8E018" w14:textId="77777777" w:rsidR="000348ED" w:rsidRPr="00D420C5" w:rsidRDefault="005D05AC" w:rsidP="005A73B9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D420C5">
              <w:rPr>
                <w:rFonts w:asciiTheme="minorHAnsi" w:hAnsiTheme="minorHAnsi"/>
              </w:rPr>
              <w:t>To:</w:t>
            </w:r>
            <w:r w:rsidRPr="00D420C5">
              <w:rPr>
                <w:rFonts w:asciiTheme="minorHAnsi" w:hAnsiTheme="minorHAnsi"/>
              </w:rPr>
              <w:tab/>
            </w:r>
            <w:r w:rsidR="005A73B9" w:rsidRPr="00D420C5">
              <w:rPr>
                <w:rFonts w:asciiTheme="minorHAnsi" w:hAnsiTheme="minorHAnsi"/>
              </w:rPr>
              <w:t>IALA Council</w:t>
            </w:r>
          </w:p>
        </w:tc>
        <w:tc>
          <w:tcPr>
            <w:tcW w:w="5461" w:type="dxa"/>
          </w:tcPr>
          <w:p w14:paraId="22A9B929" w14:textId="4F7DED8D" w:rsidR="000348ED" w:rsidRPr="00D420C5" w:rsidRDefault="00D420C5" w:rsidP="005A73B9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11 </w:t>
            </w:r>
            <w:r w:rsidR="00FE06A8" w:rsidRPr="00D420C5">
              <w:rPr>
                <w:rFonts w:asciiTheme="minorHAnsi" w:hAnsiTheme="minorHAnsi"/>
              </w:rPr>
              <w:t xml:space="preserve">March </w:t>
            </w:r>
            <w:r w:rsidR="005D05AC" w:rsidRPr="00D420C5">
              <w:rPr>
                <w:rFonts w:asciiTheme="minorHAnsi" w:hAnsiTheme="minorHAnsi"/>
              </w:rPr>
              <w:t>20</w:t>
            </w:r>
            <w:r w:rsidR="001A654A" w:rsidRPr="00D420C5">
              <w:rPr>
                <w:rFonts w:asciiTheme="minorHAnsi" w:hAnsiTheme="minorHAnsi"/>
              </w:rPr>
              <w:t>1</w:t>
            </w:r>
            <w:r w:rsidR="00EE1D5F" w:rsidRPr="00D420C5">
              <w:rPr>
                <w:rFonts w:asciiTheme="minorHAnsi" w:hAnsiTheme="minorHAnsi"/>
              </w:rPr>
              <w:t>6</w:t>
            </w:r>
          </w:p>
        </w:tc>
      </w:tr>
    </w:tbl>
    <w:p w14:paraId="4A113937" w14:textId="77777777" w:rsidR="000348ED" w:rsidRPr="00D420C5" w:rsidRDefault="005D05AC" w:rsidP="005D05AC">
      <w:pPr>
        <w:pStyle w:val="Title"/>
        <w:spacing w:before="480" w:after="120"/>
        <w:rPr>
          <w:rFonts w:asciiTheme="minorHAnsi" w:hAnsiTheme="minorHAnsi"/>
          <w:color w:val="548DD4" w:themeColor="text2" w:themeTint="99"/>
        </w:rPr>
      </w:pPr>
      <w:r w:rsidRPr="00D420C5">
        <w:rPr>
          <w:rFonts w:asciiTheme="minorHAnsi" w:hAnsiTheme="minorHAnsi"/>
          <w:color w:val="548DD4" w:themeColor="text2" w:themeTint="99"/>
        </w:rPr>
        <w:t>Liaison Note</w:t>
      </w:r>
    </w:p>
    <w:p w14:paraId="11CCDBA9" w14:textId="77777777" w:rsidR="00856E0B" w:rsidRPr="00D420C5" w:rsidRDefault="00AA04C7" w:rsidP="00856E0B">
      <w:pPr>
        <w:pStyle w:val="Heading1"/>
        <w:numPr>
          <w:ilvl w:val="0"/>
          <w:numId w:val="0"/>
        </w:numPr>
        <w:ind w:left="567"/>
        <w:jc w:val="center"/>
        <w:rPr>
          <w:rFonts w:asciiTheme="minorHAnsi" w:eastAsia="Arial Bold" w:hAnsiTheme="minorHAnsi" w:cs="Arial"/>
          <w:color w:val="548DD4" w:themeColor="text2" w:themeTint="99"/>
          <w:sz w:val="32"/>
          <w:szCs w:val="32"/>
        </w:rPr>
      </w:pPr>
      <w:r w:rsidRPr="00D420C5">
        <w:rPr>
          <w:rFonts w:asciiTheme="minorHAnsi" w:hAnsiTheme="minorHAnsi" w:cs="Arial"/>
          <w:color w:val="548DD4" w:themeColor="text2" w:themeTint="99"/>
          <w:sz w:val="32"/>
          <w:szCs w:val="32"/>
          <w:lang w:val="pt-PT"/>
        </w:rPr>
        <w:t>IALA VTS MANUAL 2016</w:t>
      </w:r>
    </w:p>
    <w:p w14:paraId="7B138C5A" w14:textId="77777777" w:rsidR="0064435F" w:rsidRPr="00D420C5" w:rsidRDefault="0064435F" w:rsidP="00135447">
      <w:pPr>
        <w:pStyle w:val="Heading1"/>
        <w:rPr>
          <w:rFonts w:asciiTheme="minorHAnsi" w:hAnsiTheme="minorHAnsi"/>
          <w:color w:val="548DD4" w:themeColor="text2" w:themeTint="99"/>
          <w:lang w:val="en-GB"/>
        </w:rPr>
      </w:pPr>
      <w:r w:rsidRPr="00D420C5">
        <w:rPr>
          <w:rFonts w:asciiTheme="minorHAnsi" w:hAnsiTheme="minorHAnsi"/>
          <w:color w:val="548DD4" w:themeColor="text2" w:themeTint="99"/>
          <w:lang w:val="en-GB"/>
        </w:rPr>
        <w:t>Introduction</w:t>
      </w:r>
    </w:p>
    <w:p w14:paraId="37FC4E1C" w14:textId="77777777" w:rsidR="00AA04C7" w:rsidRPr="00D420C5" w:rsidRDefault="00856E0B" w:rsidP="00AA04C7">
      <w:pPr>
        <w:rPr>
          <w:rFonts w:asciiTheme="minorHAnsi" w:hAnsiTheme="minorHAnsi"/>
          <w:lang w:eastAsia="de-DE"/>
        </w:rPr>
      </w:pPr>
      <w:r w:rsidRPr="00D420C5">
        <w:rPr>
          <w:rFonts w:asciiTheme="minorHAnsi" w:hAnsiTheme="minorHAnsi"/>
          <w:lang w:eastAsia="de-DE"/>
        </w:rPr>
        <w:t>T</w:t>
      </w:r>
      <w:r w:rsidR="00AA04C7" w:rsidRPr="00D420C5">
        <w:rPr>
          <w:rFonts w:asciiTheme="minorHAnsi" w:hAnsiTheme="minorHAnsi"/>
          <w:lang w:eastAsia="de-DE"/>
        </w:rPr>
        <w:t>he VTS Committee is tasked with updating the VTS Manual every four years with publication to coincide with the VTS Symposium.</w:t>
      </w:r>
    </w:p>
    <w:p w14:paraId="654D53EC" w14:textId="77777777" w:rsidR="0055021C" w:rsidRPr="00D420C5" w:rsidRDefault="0055021C" w:rsidP="00AA04C7">
      <w:pPr>
        <w:pStyle w:val="BodyText"/>
        <w:rPr>
          <w:rFonts w:asciiTheme="minorHAnsi" w:hAnsiTheme="minorHAnsi"/>
        </w:rPr>
      </w:pPr>
    </w:p>
    <w:p w14:paraId="62997713" w14:textId="77777777" w:rsidR="009F5C36" w:rsidRPr="00D420C5" w:rsidRDefault="00AA76C0" w:rsidP="00135447">
      <w:pPr>
        <w:pStyle w:val="Heading1"/>
        <w:rPr>
          <w:rFonts w:asciiTheme="minorHAnsi" w:hAnsiTheme="minorHAnsi"/>
          <w:color w:val="548DD4" w:themeColor="text2" w:themeTint="99"/>
          <w:lang w:val="en-GB"/>
        </w:rPr>
      </w:pPr>
      <w:r w:rsidRPr="00D420C5">
        <w:rPr>
          <w:rFonts w:asciiTheme="minorHAnsi" w:hAnsiTheme="minorHAnsi"/>
          <w:color w:val="548DD4" w:themeColor="text2" w:themeTint="99"/>
          <w:lang w:val="en-GB"/>
        </w:rPr>
        <w:t>Action requested</w:t>
      </w:r>
    </w:p>
    <w:p w14:paraId="3479F4C9" w14:textId="77777777" w:rsidR="005A73B9" w:rsidRPr="00D420C5" w:rsidRDefault="00902AA4" w:rsidP="00AA04C7">
      <w:pPr>
        <w:pStyle w:val="BodyText"/>
        <w:rPr>
          <w:rFonts w:asciiTheme="minorHAnsi" w:hAnsiTheme="minorHAnsi"/>
        </w:rPr>
      </w:pPr>
      <w:r w:rsidRPr="00D420C5">
        <w:rPr>
          <w:rFonts w:asciiTheme="minorHAnsi" w:hAnsiTheme="minorHAnsi"/>
        </w:rPr>
        <w:t xml:space="preserve">The </w:t>
      </w:r>
      <w:r w:rsidR="005A73B9" w:rsidRPr="00D420C5">
        <w:rPr>
          <w:rFonts w:asciiTheme="minorHAnsi" w:hAnsiTheme="minorHAnsi"/>
        </w:rPr>
        <w:t>IALA Council</w:t>
      </w:r>
      <w:r w:rsidRPr="00D420C5">
        <w:rPr>
          <w:rFonts w:asciiTheme="minorHAnsi" w:hAnsiTheme="minorHAnsi"/>
        </w:rPr>
        <w:t xml:space="preserve"> is requested to</w:t>
      </w:r>
      <w:r w:rsidR="00AA04C7" w:rsidRPr="00D420C5">
        <w:rPr>
          <w:rFonts w:asciiTheme="minorHAnsi" w:hAnsiTheme="minorHAnsi"/>
        </w:rPr>
        <w:t xml:space="preserve"> approve the VTS</w:t>
      </w:r>
      <w:bookmarkStart w:id="0" w:name="_GoBack"/>
      <w:bookmarkEnd w:id="0"/>
      <w:r w:rsidR="00AA04C7" w:rsidRPr="00D420C5">
        <w:rPr>
          <w:rFonts w:asciiTheme="minorHAnsi" w:hAnsiTheme="minorHAnsi"/>
        </w:rPr>
        <w:t xml:space="preserve"> Manual, 2016 (Edition 6) for publication.</w:t>
      </w:r>
    </w:p>
    <w:sectPr w:rsidR="005A73B9" w:rsidRPr="00D420C5" w:rsidSect="005A73B9">
      <w:headerReference w:type="default" r:id="rId9"/>
      <w:footerReference w:type="default" r:id="rId10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8A94C" w14:textId="77777777" w:rsidR="000F730C" w:rsidRDefault="000F730C" w:rsidP="00002906">
      <w:r>
        <w:separator/>
      </w:r>
    </w:p>
  </w:endnote>
  <w:endnote w:type="continuationSeparator" w:id="0">
    <w:p w14:paraId="40AC3E78" w14:textId="77777777" w:rsidR="000F730C" w:rsidRDefault="000F730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Swis721 Hv BT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50EE1" w14:textId="77777777" w:rsidR="008905C0" w:rsidRDefault="008905C0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420C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E4BE5" w14:textId="77777777" w:rsidR="000F730C" w:rsidRDefault="000F730C" w:rsidP="00002906">
      <w:r>
        <w:separator/>
      </w:r>
    </w:p>
  </w:footnote>
  <w:footnote w:type="continuationSeparator" w:id="0">
    <w:p w14:paraId="3CFB496C" w14:textId="77777777" w:rsidR="000F730C" w:rsidRDefault="000F730C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EEA8A" w14:textId="761E7BAE" w:rsidR="00D420C5" w:rsidRDefault="00D420C5" w:rsidP="00D420C5">
    <w:pPr>
      <w:pStyle w:val="Header"/>
      <w:jc w:val="center"/>
    </w:pPr>
    <w:r>
      <w:rPr>
        <w:b/>
        <w:noProof/>
        <w:sz w:val="32"/>
        <w:szCs w:val="32"/>
        <w:lang w:val="nl-NL" w:eastAsia="nl-NL"/>
      </w:rPr>
      <w:drawing>
        <wp:inline distT="0" distB="0" distL="0" distR="0" wp14:anchorId="0A7BC497" wp14:editId="49318A6E">
          <wp:extent cx="476885" cy="46355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A9B"/>
    <w:multiLevelType w:val="multilevel"/>
    <w:tmpl w:val="6314791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">
    <w:nsid w:val="03F92013"/>
    <w:multiLevelType w:val="hybridMultilevel"/>
    <w:tmpl w:val="33FE23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0BCE0376"/>
    <w:multiLevelType w:val="hybridMultilevel"/>
    <w:tmpl w:val="F8B86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358BD"/>
    <w:multiLevelType w:val="multilevel"/>
    <w:tmpl w:val="44FE2D6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5">
    <w:nsid w:val="15E77DCB"/>
    <w:multiLevelType w:val="multilevel"/>
    <w:tmpl w:val="3ECEC7A4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6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C3C6AC5"/>
    <w:multiLevelType w:val="multilevel"/>
    <w:tmpl w:val="C74EA288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8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41D6B9B"/>
    <w:multiLevelType w:val="multilevel"/>
    <w:tmpl w:val="CB9C9BC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3">
    <w:nsid w:val="35F81974"/>
    <w:multiLevelType w:val="multilevel"/>
    <w:tmpl w:val="5C86E71C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14">
    <w:nsid w:val="3FE62090"/>
    <w:multiLevelType w:val="multilevel"/>
    <w:tmpl w:val="E09EBF02"/>
    <w:styleLink w:val="List41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5">
    <w:nsid w:val="4B1655F8"/>
    <w:multiLevelType w:val="hybridMultilevel"/>
    <w:tmpl w:val="14487CE2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E66DD1"/>
    <w:multiLevelType w:val="multilevel"/>
    <w:tmpl w:val="6856095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8">
    <w:nsid w:val="4E822201"/>
    <w:multiLevelType w:val="multilevel"/>
    <w:tmpl w:val="5B5EB766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9">
    <w:nsid w:val="4F2C232F"/>
    <w:multiLevelType w:val="multilevel"/>
    <w:tmpl w:val="EE62AEE2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F25A6C"/>
    <w:multiLevelType w:val="multilevel"/>
    <w:tmpl w:val="688C2CF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4101251"/>
    <w:multiLevelType w:val="multilevel"/>
    <w:tmpl w:val="D4F2C8CE"/>
    <w:styleLink w:val="List31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26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582920"/>
    <w:multiLevelType w:val="multilevel"/>
    <w:tmpl w:val="D9AA059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8">
    <w:nsid w:val="6C721D86"/>
    <w:multiLevelType w:val="multilevel"/>
    <w:tmpl w:val="92CC38DC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9">
    <w:nsid w:val="6DBE5EF1"/>
    <w:multiLevelType w:val="multilevel"/>
    <w:tmpl w:val="2040869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30">
    <w:nsid w:val="6FEE3B11"/>
    <w:multiLevelType w:val="multilevel"/>
    <w:tmpl w:val="836C3F9A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31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>
    <w:nsid w:val="79340A17"/>
    <w:multiLevelType w:val="hybridMultilevel"/>
    <w:tmpl w:val="8F8694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E862C4D"/>
    <w:multiLevelType w:val="multilevel"/>
    <w:tmpl w:val="74F8C29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num w:numId="1">
    <w:abstractNumId w:val="22"/>
  </w:num>
  <w:num w:numId="2">
    <w:abstractNumId w:val="33"/>
  </w:num>
  <w:num w:numId="3">
    <w:abstractNumId w:val="22"/>
  </w:num>
  <w:num w:numId="4">
    <w:abstractNumId w:val="22"/>
  </w:num>
  <w:num w:numId="5">
    <w:abstractNumId w:val="10"/>
  </w:num>
  <w:num w:numId="6">
    <w:abstractNumId w:val="23"/>
  </w:num>
  <w:num w:numId="7">
    <w:abstractNumId w:val="16"/>
  </w:num>
  <w:num w:numId="8">
    <w:abstractNumId w:val="2"/>
  </w:num>
  <w:num w:numId="9">
    <w:abstractNumId w:val="9"/>
  </w:num>
  <w:num w:numId="10">
    <w:abstractNumId w:val="24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31"/>
  </w:num>
  <w:num w:numId="18">
    <w:abstractNumId w:val="8"/>
  </w:num>
  <w:num w:numId="19">
    <w:abstractNumId w:val="26"/>
  </w:num>
  <w:num w:numId="20">
    <w:abstractNumId w:val="20"/>
  </w:num>
  <w:num w:numId="21">
    <w:abstractNumId w:val="11"/>
  </w:num>
  <w:num w:numId="22">
    <w:abstractNumId w:val="11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4"/>
  </w:num>
  <w:num w:numId="26">
    <w:abstractNumId w:val="30"/>
  </w:num>
  <w:num w:numId="27">
    <w:abstractNumId w:val="13"/>
  </w:num>
  <w:num w:numId="28">
    <w:abstractNumId w:val="25"/>
  </w:num>
  <w:num w:numId="29">
    <w:abstractNumId w:val="0"/>
  </w:num>
  <w:num w:numId="30">
    <w:abstractNumId w:val="7"/>
  </w:num>
  <w:num w:numId="31">
    <w:abstractNumId w:val="28"/>
  </w:num>
  <w:num w:numId="32">
    <w:abstractNumId w:val="17"/>
  </w:num>
  <w:num w:numId="33">
    <w:abstractNumId w:val="34"/>
  </w:num>
  <w:num w:numId="34">
    <w:abstractNumId w:val="19"/>
  </w:num>
  <w:num w:numId="35">
    <w:abstractNumId w:val="27"/>
  </w:num>
  <w:num w:numId="36">
    <w:abstractNumId w:val="5"/>
  </w:num>
  <w:num w:numId="37">
    <w:abstractNumId w:val="18"/>
  </w:num>
  <w:num w:numId="38">
    <w:abstractNumId w:val="12"/>
  </w:num>
  <w:num w:numId="39">
    <w:abstractNumId w:val="21"/>
  </w:num>
  <w:num w:numId="40">
    <w:abstractNumId w:val="14"/>
  </w:num>
  <w:num w:numId="41">
    <w:abstractNumId w:val="1"/>
  </w:num>
  <w:num w:numId="42">
    <w:abstractNumId w:val="15"/>
  </w:num>
  <w:num w:numId="43">
    <w:abstractNumId w:val="3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B9"/>
    <w:rsid w:val="00002906"/>
    <w:rsid w:val="00031A92"/>
    <w:rsid w:val="000348ED"/>
    <w:rsid w:val="00036801"/>
    <w:rsid w:val="00036CCE"/>
    <w:rsid w:val="00050DA7"/>
    <w:rsid w:val="0006242A"/>
    <w:rsid w:val="000A5A01"/>
    <w:rsid w:val="000F730C"/>
    <w:rsid w:val="0012084D"/>
    <w:rsid w:val="00125BCB"/>
    <w:rsid w:val="00135447"/>
    <w:rsid w:val="00152273"/>
    <w:rsid w:val="00164668"/>
    <w:rsid w:val="001A654A"/>
    <w:rsid w:val="001C74CF"/>
    <w:rsid w:val="001F5343"/>
    <w:rsid w:val="002176EB"/>
    <w:rsid w:val="00220C1D"/>
    <w:rsid w:val="00290B99"/>
    <w:rsid w:val="002B14ED"/>
    <w:rsid w:val="002D1EFA"/>
    <w:rsid w:val="00373F9C"/>
    <w:rsid w:val="003B0A1C"/>
    <w:rsid w:val="003D55DD"/>
    <w:rsid w:val="003E1831"/>
    <w:rsid w:val="00424954"/>
    <w:rsid w:val="00440F6B"/>
    <w:rsid w:val="004714F2"/>
    <w:rsid w:val="004827A6"/>
    <w:rsid w:val="00483580"/>
    <w:rsid w:val="004C1386"/>
    <w:rsid w:val="004C220D"/>
    <w:rsid w:val="004F30F2"/>
    <w:rsid w:val="0055021C"/>
    <w:rsid w:val="005A73B9"/>
    <w:rsid w:val="005D05AC"/>
    <w:rsid w:val="00630F7F"/>
    <w:rsid w:val="0064435F"/>
    <w:rsid w:val="00657750"/>
    <w:rsid w:val="006D470F"/>
    <w:rsid w:val="00706E2C"/>
    <w:rsid w:val="00727E88"/>
    <w:rsid w:val="00736813"/>
    <w:rsid w:val="00775878"/>
    <w:rsid w:val="007B36AB"/>
    <w:rsid w:val="0080092C"/>
    <w:rsid w:val="00802D58"/>
    <w:rsid w:val="00856E0B"/>
    <w:rsid w:val="00872453"/>
    <w:rsid w:val="008905C0"/>
    <w:rsid w:val="008F13DD"/>
    <w:rsid w:val="00902AA4"/>
    <w:rsid w:val="00910910"/>
    <w:rsid w:val="009302C6"/>
    <w:rsid w:val="009F3B6C"/>
    <w:rsid w:val="009F5C36"/>
    <w:rsid w:val="00A27F12"/>
    <w:rsid w:val="00A30579"/>
    <w:rsid w:val="00AA04C7"/>
    <w:rsid w:val="00AA76C0"/>
    <w:rsid w:val="00AC1870"/>
    <w:rsid w:val="00B077EC"/>
    <w:rsid w:val="00B15B24"/>
    <w:rsid w:val="00B418A9"/>
    <w:rsid w:val="00B428DA"/>
    <w:rsid w:val="00B434FD"/>
    <w:rsid w:val="00B8247E"/>
    <w:rsid w:val="00BE56DF"/>
    <w:rsid w:val="00C80D14"/>
    <w:rsid w:val="00C938AD"/>
    <w:rsid w:val="00CA04AF"/>
    <w:rsid w:val="00D420C5"/>
    <w:rsid w:val="00DD1D8A"/>
    <w:rsid w:val="00DE0B6F"/>
    <w:rsid w:val="00E30821"/>
    <w:rsid w:val="00E45126"/>
    <w:rsid w:val="00E741BC"/>
    <w:rsid w:val="00E76A84"/>
    <w:rsid w:val="00E84257"/>
    <w:rsid w:val="00E93C9B"/>
    <w:rsid w:val="00EA554A"/>
    <w:rsid w:val="00EC4ED6"/>
    <w:rsid w:val="00EE1D5F"/>
    <w:rsid w:val="00EE3F2F"/>
    <w:rsid w:val="00F00210"/>
    <w:rsid w:val="00F6790E"/>
    <w:rsid w:val="00F73F78"/>
    <w:rsid w:val="00FA5842"/>
    <w:rsid w:val="00FA6769"/>
    <w:rsid w:val="00FD03CA"/>
    <w:rsid w:val="00FD11E4"/>
    <w:rsid w:val="00FE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2C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Body">
    <w:name w:val="Body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GB" w:eastAsia="en-GB"/>
    </w:rPr>
  </w:style>
  <w:style w:type="paragraph" w:styleId="PlainText">
    <w:name w:val="Plain Text"/>
    <w:link w:val="PlainTextChar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5A73B9"/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paragraph" w:styleId="ListParagraph">
    <w:name w:val="List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paragraph" w:customStyle="1" w:styleId="List1Paragraph">
    <w:name w:val="List 1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after="120"/>
      <w:ind w:left="567" w:hanging="567"/>
      <w:jc w:val="both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31">
    <w:name w:val="List 31"/>
    <w:basedOn w:val="NoList"/>
    <w:rsid w:val="005A73B9"/>
    <w:pPr>
      <w:numPr>
        <w:numId w:val="28"/>
      </w:numPr>
    </w:pPr>
  </w:style>
  <w:style w:type="numbering" w:customStyle="1" w:styleId="List41">
    <w:name w:val="List 41"/>
    <w:basedOn w:val="NoList"/>
    <w:rsid w:val="005A73B9"/>
    <w:pPr>
      <w:numPr>
        <w:numId w:val="40"/>
      </w:numPr>
    </w:pPr>
  </w:style>
  <w:style w:type="paragraph" w:styleId="BalloonText">
    <w:name w:val="Balloon Text"/>
    <w:basedOn w:val="Normal"/>
    <w:link w:val="BalloonTextChar"/>
    <w:semiHidden/>
    <w:unhideWhenUsed/>
    <w:rsid w:val="00802D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02D5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Body">
    <w:name w:val="Body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GB" w:eastAsia="en-GB"/>
    </w:rPr>
  </w:style>
  <w:style w:type="paragraph" w:styleId="PlainText">
    <w:name w:val="Plain Text"/>
    <w:link w:val="PlainTextChar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5A73B9"/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paragraph" w:styleId="ListParagraph">
    <w:name w:val="List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paragraph" w:customStyle="1" w:styleId="List1Paragraph">
    <w:name w:val="List 1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after="120"/>
      <w:ind w:left="567" w:hanging="567"/>
      <w:jc w:val="both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31">
    <w:name w:val="List 31"/>
    <w:basedOn w:val="NoList"/>
    <w:rsid w:val="005A73B9"/>
    <w:pPr>
      <w:numPr>
        <w:numId w:val="28"/>
      </w:numPr>
    </w:pPr>
  </w:style>
  <w:style w:type="numbering" w:customStyle="1" w:styleId="List41">
    <w:name w:val="List 41"/>
    <w:basedOn w:val="NoList"/>
    <w:rsid w:val="005A73B9"/>
    <w:pPr>
      <w:numPr>
        <w:numId w:val="40"/>
      </w:numPr>
    </w:pPr>
  </w:style>
  <w:style w:type="paragraph" w:styleId="BalloonText">
    <w:name w:val="Balloon Text"/>
    <w:basedOn w:val="Normal"/>
    <w:link w:val="BalloonTextChar"/>
    <w:semiHidden/>
    <w:unhideWhenUsed/>
    <w:rsid w:val="00802D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02D5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en\IALA%20werk\Templates\liaison%20note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1C3FAEAE-CAE9-44B9-85C7-EFD51771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11</TotalTime>
  <Pages>1</Pages>
  <Words>57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VTS Com to Council</vt:lpstr>
    </vt:vector>
  </TitlesOfParts>
  <Manager/>
  <Company/>
  <LinksUpToDate>false</LinksUpToDate>
  <CharactersWithSpaces>349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VTS Com to Council</dc:title>
  <dc:subject/>
  <dc:creator>Wim</dc:creator>
  <cp:keywords/>
  <dc:description/>
  <cp:lastModifiedBy>Wim</cp:lastModifiedBy>
  <cp:revision>6</cp:revision>
  <cp:lastPrinted>2006-10-19T09:49:00Z</cp:lastPrinted>
  <dcterms:created xsi:type="dcterms:W3CDTF">2016-03-10T10:47:00Z</dcterms:created>
  <dcterms:modified xsi:type="dcterms:W3CDTF">2016-03-12T16:13:00Z</dcterms:modified>
  <cp:category/>
</cp:coreProperties>
</file>